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4536"/>
      </w:tblGrid>
      <w:tr w:rsidR="00557A10" w:rsidRPr="00E2151B" w:rsidTr="00130574">
        <w:trPr>
          <w:cantSplit/>
        </w:trPr>
        <w:tc>
          <w:tcPr>
            <w:tcW w:w="4253" w:type="dxa"/>
          </w:tcPr>
          <w:p w:rsidR="00557A10" w:rsidRPr="00E2151B" w:rsidRDefault="00BB4314" w:rsidP="00130574">
            <w:pPr>
              <w:rPr>
                <w:rFonts w:ascii="Georgia" w:hAnsi="Georgia"/>
              </w:rPr>
            </w:pPr>
            <w:r w:rsidRPr="00BB4314">
              <w:rPr>
                <w:rFonts w:ascii="Georgia" w:hAnsi="Georgi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9.25pt;height:97.8pt">
                  <v:imagedata r:id="rId7" o:title=""/>
                </v:shape>
              </w:pict>
            </w:r>
          </w:p>
          <w:p w:rsidR="00557A10" w:rsidRPr="00E2151B" w:rsidRDefault="00557A10" w:rsidP="00130574">
            <w:pPr>
              <w:rPr>
                <w:rFonts w:ascii="Georgia" w:hAnsi="Georgia"/>
              </w:rPr>
            </w:pPr>
          </w:p>
        </w:tc>
        <w:tc>
          <w:tcPr>
            <w:tcW w:w="4536" w:type="dxa"/>
          </w:tcPr>
          <w:p w:rsidR="00043D5D" w:rsidRPr="009C2744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archivní číslo:</w:t>
            </w:r>
            <w:r w:rsidR="009C2744" w:rsidRPr="000F67D7">
              <w:t xml:space="preserve"> </w:t>
            </w:r>
            <w:r w:rsidR="009C2744" w:rsidRPr="009C2744">
              <w:rPr>
                <w:rFonts w:ascii="Georgia" w:hAnsi="Georgia"/>
              </w:rPr>
              <w:t>1</w:t>
            </w:r>
            <w:r w:rsidR="00F979C1">
              <w:rPr>
                <w:rFonts w:ascii="Georgia" w:hAnsi="Georgia"/>
              </w:rPr>
              <w:t>5</w:t>
            </w:r>
            <w:r w:rsidR="009C2744" w:rsidRPr="009C2744">
              <w:rPr>
                <w:rFonts w:ascii="Georgia" w:hAnsi="Georgia"/>
              </w:rPr>
              <w:t>0</w:t>
            </w:r>
            <w:r w:rsidR="00F979C1">
              <w:rPr>
                <w:rFonts w:ascii="Georgia" w:hAnsi="Georgia"/>
              </w:rPr>
              <w:t>2021</w:t>
            </w:r>
            <w:r w:rsidR="009C2744" w:rsidRPr="009C2744">
              <w:rPr>
                <w:rFonts w:ascii="Georgia" w:hAnsi="Georgia"/>
              </w:rPr>
              <w:t>c</w:t>
            </w:r>
          </w:p>
          <w:p w:rsidR="00043D5D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  <w:b/>
              </w:rPr>
              <w:t>stupeň:</w:t>
            </w:r>
            <w:r w:rsidRPr="00E2151B">
              <w:rPr>
                <w:rFonts w:ascii="Georgia" w:hAnsi="Georgia"/>
              </w:rPr>
              <w:t xml:space="preserve"> </w:t>
            </w:r>
          </w:p>
          <w:p w:rsidR="00043D5D" w:rsidRPr="00E2151B" w:rsidRDefault="00013500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JP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 xml:space="preserve">datum: </w:t>
            </w:r>
            <w:r w:rsidR="00A76DBB">
              <w:rPr>
                <w:rFonts w:ascii="Georgia" w:hAnsi="Georgia"/>
              </w:rPr>
              <w:t>leden 201</w:t>
            </w:r>
            <w:r w:rsidR="009C2744">
              <w:rPr>
                <w:rFonts w:ascii="Georgia" w:hAnsi="Georgia"/>
              </w:rPr>
              <w:t>6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  <w:b/>
              </w:rPr>
            </w:pPr>
            <w:r w:rsidRPr="00E2151B">
              <w:rPr>
                <w:rFonts w:ascii="Georgia" w:hAnsi="Georgia"/>
                <w:b/>
              </w:rPr>
              <w:t>objednal:</w:t>
            </w:r>
          </w:p>
          <w:p w:rsidR="00043D5D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Město Ostrov, O</w:t>
            </w:r>
            <w:r w:rsidR="00EB2D0A" w:rsidRPr="00E2151B">
              <w:rPr>
                <w:rFonts w:ascii="Georgia" w:hAnsi="Georgia"/>
              </w:rPr>
              <w:t>I</w:t>
            </w:r>
          </w:p>
          <w:p w:rsidR="00043D5D" w:rsidRPr="00E2151B" w:rsidRDefault="00043D5D" w:rsidP="00043D5D">
            <w:pPr>
              <w:pStyle w:val="titulnstrana0"/>
              <w:rPr>
                <w:rFonts w:ascii="Georgia" w:hAnsi="Georgia"/>
              </w:rPr>
            </w:pPr>
            <w:r w:rsidRPr="00E2151B">
              <w:rPr>
                <w:rFonts w:ascii="Georgia" w:hAnsi="Georgia"/>
                <w:b/>
              </w:rPr>
              <w:t>zpracoval:</w:t>
            </w:r>
            <w:r w:rsidRPr="00E2151B">
              <w:rPr>
                <w:rFonts w:ascii="Georgia" w:hAnsi="Georgia"/>
              </w:rPr>
              <w:t xml:space="preserve"> </w:t>
            </w:r>
          </w:p>
          <w:p w:rsidR="00043D5D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>ing. Martin Kohout</w:t>
            </w:r>
          </w:p>
          <w:p w:rsidR="00557A10" w:rsidRPr="00E2151B" w:rsidRDefault="00043D5D" w:rsidP="00043D5D">
            <w:pPr>
              <w:pStyle w:val="titulnstrana00"/>
              <w:rPr>
                <w:rFonts w:ascii="Georgia" w:hAnsi="Georgia"/>
              </w:rPr>
            </w:pPr>
            <w:r w:rsidRPr="00E2151B">
              <w:rPr>
                <w:rFonts w:ascii="Georgia" w:hAnsi="Georgia"/>
              </w:rPr>
              <w:t xml:space="preserve">Alena Kuželová </w:t>
            </w:r>
          </w:p>
        </w:tc>
      </w:tr>
    </w:tbl>
    <w:p w:rsidR="00EB2D0A" w:rsidRPr="00E2151B" w:rsidRDefault="00043D5D" w:rsidP="00043D5D">
      <w:pPr>
        <w:pStyle w:val="titulnstrana1"/>
        <w:spacing w:before="1080"/>
        <w:rPr>
          <w:rFonts w:ascii="Georgia" w:hAnsi="Georgia"/>
        </w:rPr>
      </w:pPr>
      <w:r w:rsidRPr="00E2151B">
        <w:rPr>
          <w:rFonts w:ascii="Georgia" w:hAnsi="Georgia"/>
        </w:rPr>
        <w:t>ostrov</w:t>
      </w:r>
      <w:r w:rsidR="000164CB" w:rsidRPr="00E2151B">
        <w:rPr>
          <w:rFonts w:ascii="Georgia" w:hAnsi="Georgia"/>
        </w:rPr>
        <w:t xml:space="preserve"> </w:t>
      </w:r>
    </w:p>
    <w:p w:rsidR="00043D5D" w:rsidRPr="00E2151B" w:rsidRDefault="000164CB" w:rsidP="00EB2D0A">
      <w:pPr>
        <w:pStyle w:val="titulnstrana2"/>
        <w:rPr>
          <w:rFonts w:ascii="Georgia" w:hAnsi="Georgia"/>
        </w:rPr>
      </w:pPr>
      <w:r w:rsidRPr="00E2151B">
        <w:rPr>
          <w:rFonts w:ascii="Georgia" w:hAnsi="Georgia"/>
        </w:rPr>
        <w:t xml:space="preserve">ul. u </w:t>
      </w:r>
      <w:r w:rsidR="00EB2D0A" w:rsidRPr="00E2151B">
        <w:rPr>
          <w:rFonts w:ascii="Georgia" w:hAnsi="Georgia"/>
        </w:rPr>
        <w:t>koupaliště (</w:t>
      </w:r>
      <w:r w:rsidR="009C2744">
        <w:rPr>
          <w:rFonts w:ascii="Georgia" w:hAnsi="Georgia"/>
        </w:rPr>
        <w:t>před</w:t>
      </w:r>
      <w:r w:rsidR="00EB2D0A" w:rsidRPr="00E2151B">
        <w:rPr>
          <w:rFonts w:ascii="Georgia" w:hAnsi="Georgia"/>
        </w:rPr>
        <w:t>NÍ)</w:t>
      </w:r>
    </w:p>
    <w:p w:rsidR="00043D5D" w:rsidRPr="00E2151B" w:rsidRDefault="00EB2D0A" w:rsidP="00EB2D0A">
      <w:pPr>
        <w:pStyle w:val="titulnstrana3"/>
        <w:rPr>
          <w:rFonts w:ascii="Georgia" w:hAnsi="Georgia"/>
        </w:rPr>
      </w:pPr>
      <w:r w:rsidRPr="00E2151B">
        <w:rPr>
          <w:rFonts w:ascii="Georgia" w:hAnsi="Georgia"/>
        </w:rPr>
        <w:t>REKONSTRUKCE VOZOVKY</w:t>
      </w:r>
    </w:p>
    <w:p w:rsidR="00130574" w:rsidRPr="00E2151B" w:rsidRDefault="00130574">
      <w:pPr>
        <w:pStyle w:val="titulnstrana3"/>
        <w:spacing w:before="0"/>
        <w:rPr>
          <w:rFonts w:ascii="Georgia" w:hAnsi="Georgia"/>
        </w:rPr>
      </w:pPr>
      <w:r w:rsidRPr="00E2151B">
        <w:rPr>
          <w:rFonts w:ascii="Georgia" w:hAnsi="Georgia"/>
        </w:rPr>
        <w:t>dokladová část</w:t>
      </w:r>
    </w:p>
    <w:p w:rsidR="00130574" w:rsidRPr="00E2151B" w:rsidRDefault="00130574">
      <w:pPr>
        <w:jc w:val="center"/>
        <w:rPr>
          <w:rFonts w:ascii="Georgia" w:hAnsi="Georgia"/>
        </w:rPr>
      </w:pPr>
      <w:r w:rsidRPr="00E2151B">
        <w:rPr>
          <w:rFonts w:ascii="Georgia" w:hAnsi="Georgia"/>
        </w:rPr>
        <w:t>___________________________________________________________________________</w:t>
      </w:r>
    </w:p>
    <w:p w:rsidR="00E2151B" w:rsidRPr="00E2151B" w:rsidRDefault="00E2151B">
      <w:pPr>
        <w:jc w:val="center"/>
        <w:rPr>
          <w:rFonts w:ascii="Georgia" w:hAnsi="Georgia"/>
        </w:rPr>
      </w:pPr>
    </w:p>
    <w:p w:rsidR="00E2151B" w:rsidRPr="00E2151B" w:rsidRDefault="00E2151B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snímek z KN</w:t>
      </w:r>
    </w:p>
    <w:p w:rsidR="00E2151B" w:rsidRPr="00E2151B" w:rsidRDefault="00C76297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a – c) </w:t>
      </w:r>
      <w:r w:rsidR="00E2151B" w:rsidRPr="00E2151B">
        <w:rPr>
          <w:rFonts w:ascii="Georgia" w:hAnsi="Georgia"/>
          <w:sz w:val="22"/>
        </w:rPr>
        <w:t>výpis z KN</w:t>
      </w:r>
    </w:p>
    <w:p w:rsidR="00E2151B" w:rsidRPr="00E2151B" w:rsidRDefault="00B168B8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CETIN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ČEZ Distribuce a.s</w:t>
      </w:r>
      <w:r w:rsidR="00A76DBB" w:rsidRPr="00E2151B">
        <w:rPr>
          <w:rFonts w:ascii="Georgia" w:hAnsi="Georgia"/>
          <w:sz w:val="22"/>
        </w:rPr>
        <w:t>.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E2151B" w:rsidRPr="00E2151B" w:rsidRDefault="00E2151B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 xml:space="preserve"> ČEZ ICT SERVICES, a.s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RWE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proofErr w:type="spellStart"/>
      <w:r w:rsidRPr="00E2151B">
        <w:rPr>
          <w:rFonts w:ascii="Georgia" w:hAnsi="Georgia"/>
          <w:sz w:val="22"/>
        </w:rPr>
        <w:t>VaK</w:t>
      </w:r>
      <w:proofErr w:type="spellEnd"/>
      <w:r w:rsidRPr="00E2151B">
        <w:rPr>
          <w:rFonts w:ascii="Georgia" w:hAnsi="Georgia"/>
          <w:sz w:val="22"/>
        </w:rPr>
        <w:t xml:space="preserve"> Karlovy Vary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proofErr w:type="spellStart"/>
      <w:r w:rsidRPr="00E2151B">
        <w:rPr>
          <w:rFonts w:ascii="Georgia" w:hAnsi="Georgia"/>
        </w:rPr>
        <w:t>Marius</w:t>
      </w:r>
      <w:proofErr w:type="spellEnd"/>
      <w:r w:rsidRPr="00E2151B">
        <w:rPr>
          <w:rFonts w:ascii="Georgia" w:hAnsi="Georgia"/>
        </w:rPr>
        <w:t xml:space="preserve"> </w:t>
      </w:r>
      <w:proofErr w:type="spellStart"/>
      <w:r w:rsidRPr="00E2151B">
        <w:rPr>
          <w:rFonts w:ascii="Georgia" w:hAnsi="Georgia"/>
        </w:rPr>
        <w:t>Pedersen</w:t>
      </w:r>
      <w:proofErr w:type="spellEnd"/>
      <w:r w:rsidRPr="00E2151B">
        <w:rPr>
          <w:rFonts w:ascii="Georgia" w:hAnsi="Georgia"/>
        </w:rPr>
        <w:t xml:space="preserve"> a.s</w:t>
      </w:r>
      <w:r w:rsidR="00A76DBB" w:rsidRPr="00E2151B">
        <w:rPr>
          <w:rFonts w:ascii="Georgia" w:hAnsi="Georgia"/>
          <w:sz w:val="22"/>
        </w:rPr>
        <w:t>.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>Ostrovská teplárenská a.s</w:t>
      </w:r>
      <w:r w:rsidR="00A76DBB" w:rsidRPr="00E2151B">
        <w:rPr>
          <w:rFonts w:ascii="Georgia" w:hAnsi="Georgia"/>
          <w:sz w:val="22"/>
        </w:rPr>
        <w:t>.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A76DBB" w:rsidRPr="00E2151B" w:rsidRDefault="00E2151B" w:rsidP="00A76DB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>Kabelová televize</w:t>
      </w:r>
      <w:r w:rsidR="00A76DBB" w:rsidRPr="00A76DBB">
        <w:rPr>
          <w:rFonts w:ascii="Georgia" w:hAnsi="Georgia"/>
          <w:sz w:val="22"/>
        </w:rPr>
        <w:t xml:space="preserve"> </w:t>
      </w:r>
      <w:r w:rsidR="00A76DBB">
        <w:rPr>
          <w:rFonts w:ascii="Georgia" w:hAnsi="Georgia"/>
          <w:sz w:val="22"/>
        </w:rPr>
        <w:t xml:space="preserve">- </w:t>
      </w:r>
      <w:r w:rsidR="00A76DBB" w:rsidRPr="00E2151B">
        <w:rPr>
          <w:rFonts w:ascii="Georgia" w:hAnsi="Georgia"/>
          <w:sz w:val="22"/>
        </w:rPr>
        <w:t>vyjádření k existenci sítí</w:t>
      </w:r>
    </w:p>
    <w:p w:rsidR="00E2151B" w:rsidRPr="00E2151B" w:rsidRDefault="00E2151B" w:rsidP="00E2151B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DI policie ČR Karlovy Vary</w:t>
      </w:r>
    </w:p>
    <w:p w:rsidR="00130574" w:rsidRDefault="00A66ACF" w:rsidP="00A76DBB">
      <w:pPr>
        <w:numPr>
          <w:ilvl w:val="0"/>
          <w:numId w:val="4"/>
        </w:numPr>
        <w:rPr>
          <w:rFonts w:ascii="Georgia" w:hAnsi="Georgia"/>
        </w:rPr>
      </w:pPr>
      <w:r w:rsidRPr="00E2151B">
        <w:rPr>
          <w:rFonts w:ascii="Georgia" w:hAnsi="Georgia"/>
        </w:rPr>
        <w:t xml:space="preserve">Městský úřad Ostrov </w:t>
      </w:r>
      <w:r w:rsidR="00B168B8">
        <w:rPr>
          <w:rFonts w:ascii="Georgia" w:hAnsi="Georgia"/>
        </w:rPr>
        <w:t>–</w:t>
      </w:r>
      <w:r w:rsidRPr="00E2151B">
        <w:rPr>
          <w:rFonts w:ascii="Georgia" w:hAnsi="Georgia"/>
        </w:rPr>
        <w:t xml:space="preserve"> </w:t>
      </w:r>
      <w:r w:rsidR="00B168B8" w:rsidRPr="0059635F">
        <w:rPr>
          <w:rFonts w:ascii="Georgia" w:hAnsi="Georgia"/>
          <w:sz w:val="22"/>
        </w:rPr>
        <w:t>odbor životního prostředí</w:t>
      </w:r>
    </w:p>
    <w:p w:rsidR="00B168B8" w:rsidRDefault="00B168B8" w:rsidP="00B168B8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59635F">
        <w:rPr>
          <w:rFonts w:ascii="Georgia" w:hAnsi="Georgia"/>
          <w:sz w:val="22"/>
        </w:rPr>
        <w:t>Hasičský záchranný sbor Karlovarského kraje</w:t>
      </w:r>
    </w:p>
    <w:p w:rsidR="00B168B8" w:rsidRPr="00E2151B" w:rsidRDefault="00B168B8" w:rsidP="00B168B8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CETIN</w:t>
      </w:r>
      <w:r w:rsidRPr="00A76DBB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 </w:t>
      </w:r>
      <w:r>
        <w:rPr>
          <w:rFonts w:ascii="Georgia" w:hAnsi="Georgia"/>
          <w:sz w:val="22"/>
        </w:rPr>
        <w:t>PD</w:t>
      </w:r>
    </w:p>
    <w:p w:rsidR="00B168B8" w:rsidRDefault="00B168B8" w:rsidP="00A76DBB">
      <w:pPr>
        <w:numPr>
          <w:ilvl w:val="0"/>
          <w:numId w:val="4"/>
        </w:numPr>
        <w:rPr>
          <w:rFonts w:ascii="Georgia" w:hAnsi="Georgia"/>
        </w:rPr>
      </w:pPr>
      <w:r w:rsidRPr="00E2151B">
        <w:rPr>
          <w:rFonts w:ascii="Georgia" w:hAnsi="Georgia"/>
          <w:sz w:val="22"/>
        </w:rPr>
        <w:t>ČEZ Distribuce a.s.</w:t>
      </w:r>
      <w:r>
        <w:rPr>
          <w:rFonts w:ascii="Georgia" w:hAnsi="Georgia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</w:t>
      </w:r>
      <w:r>
        <w:rPr>
          <w:rFonts w:ascii="Georgia" w:hAnsi="Georgia"/>
          <w:sz w:val="22"/>
        </w:rPr>
        <w:t> PD</w:t>
      </w:r>
    </w:p>
    <w:p w:rsidR="00B168B8" w:rsidRPr="00E2151B" w:rsidRDefault="00B168B8" w:rsidP="00B168B8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  <w:sz w:val="22"/>
        </w:rPr>
        <w:t>RWE</w:t>
      </w:r>
      <w:r w:rsidRPr="00A76DBB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 </w:t>
      </w:r>
      <w:r>
        <w:rPr>
          <w:rFonts w:ascii="Georgia" w:hAnsi="Georgia"/>
          <w:sz w:val="22"/>
        </w:rPr>
        <w:t>PD</w:t>
      </w:r>
    </w:p>
    <w:p w:rsidR="00B168B8" w:rsidRDefault="00B168B8" w:rsidP="00A76DBB">
      <w:pPr>
        <w:numPr>
          <w:ilvl w:val="0"/>
          <w:numId w:val="4"/>
        </w:numPr>
        <w:rPr>
          <w:rFonts w:ascii="Georgia" w:hAnsi="Georgia"/>
        </w:rPr>
      </w:pPr>
      <w:proofErr w:type="spellStart"/>
      <w:r w:rsidRPr="00E2151B">
        <w:rPr>
          <w:rFonts w:ascii="Georgia" w:hAnsi="Georgia"/>
          <w:sz w:val="22"/>
        </w:rPr>
        <w:t>VaK</w:t>
      </w:r>
      <w:proofErr w:type="spellEnd"/>
      <w:r w:rsidRPr="00E2151B">
        <w:rPr>
          <w:rFonts w:ascii="Georgia" w:hAnsi="Georgia"/>
          <w:sz w:val="22"/>
        </w:rPr>
        <w:t xml:space="preserve"> Karlovy Vary</w:t>
      </w:r>
      <w:r w:rsidRPr="00A76DBB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</w:t>
      </w:r>
      <w:r>
        <w:rPr>
          <w:rFonts w:ascii="Georgia" w:hAnsi="Georgia"/>
          <w:sz w:val="22"/>
        </w:rPr>
        <w:t> PD</w:t>
      </w:r>
    </w:p>
    <w:p w:rsidR="00B168B8" w:rsidRPr="00B168B8" w:rsidRDefault="00B168B8" w:rsidP="00B168B8">
      <w:pPr>
        <w:pStyle w:val="titulnstrana00"/>
        <w:numPr>
          <w:ilvl w:val="0"/>
          <w:numId w:val="4"/>
        </w:numPr>
        <w:ind w:right="0"/>
        <w:jc w:val="left"/>
        <w:rPr>
          <w:rFonts w:ascii="Georgia" w:hAnsi="Georgia"/>
          <w:sz w:val="22"/>
        </w:rPr>
      </w:pPr>
      <w:r w:rsidRPr="00E2151B">
        <w:rPr>
          <w:rFonts w:ascii="Georgia" w:hAnsi="Georgia"/>
        </w:rPr>
        <w:t>Ostrovská teplárenská a.s</w:t>
      </w:r>
      <w:r w:rsidRPr="00E2151B">
        <w:rPr>
          <w:rFonts w:ascii="Georgia" w:hAnsi="Georgia"/>
          <w:sz w:val="22"/>
        </w:rPr>
        <w:t>.</w:t>
      </w:r>
      <w:r w:rsidRPr="00A76DBB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 xml:space="preserve">- </w:t>
      </w:r>
      <w:r w:rsidRPr="00E2151B">
        <w:rPr>
          <w:rFonts w:ascii="Georgia" w:hAnsi="Georgia"/>
          <w:sz w:val="22"/>
        </w:rPr>
        <w:t>vyjádření k existenci sítí</w:t>
      </w:r>
    </w:p>
    <w:sectPr w:rsidR="00B168B8" w:rsidRPr="00B168B8" w:rsidSect="00EF37CB">
      <w:headerReference w:type="default" r:id="rId8"/>
      <w:footerReference w:type="default" r:id="rId9"/>
      <w:pgSz w:w="11907" w:h="16840"/>
      <w:pgMar w:top="1418" w:right="1418" w:bottom="1418" w:left="1418" w:header="708" w:footer="708" w:gutter="0"/>
      <w:pgNumType w:start="8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DBC" w:rsidRDefault="00101DBC">
      <w:r>
        <w:separator/>
      </w:r>
    </w:p>
  </w:endnote>
  <w:endnote w:type="continuationSeparator" w:id="0">
    <w:p w:rsidR="00101DBC" w:rsidRDefault="00101D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5670"/>
      <w:gridCol w:w="1701"/>
      <w:gridCol w:w="1701"/>
    </w:tblGrid>
    <w:tr w:rsidR="00130574">
      <w:trPr>
        <w:cantSplit/>
      </w:trPr>
      <w:tc>
        <w:tcPr>
          <w:tcW w:w="567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130574" w:rsidRDefault="00130574">
          <w:pPr>
            <w:pStyle w:val="Zpat"/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6" w:space="0" w:color="auto"/>
          </w:tcBorders>
          <w:shd w:val="pct10" w:color="auto" w:fill="auto"/>
        </w:tcPr>
        <w:p w:rsidR="00130574" w:rsidRDefault="00130574">
          <w:pPr>
            <w:pStyle w:val="Zpat"/>
            <w:rPr>
              <w:b/>
              <w:i w:val="0"/>
            </w:rPr>
          </w:pPr>
        </w:p>
      </w:tc>
      <w:tc>
        <w:tcPr>
          <w:tcW w:w="1701" w:type="dxa"/>
          <w:tcBorders>
            <w:top w:val="single" w:sz="12" w:space="0" w:color="auto"/>
            <w:left w:val="single" w:sz="6" w:space="0" w:color="auto"/>
            <w:bottom w:val="single" w:sz="12" w:space="0" w:color="auto"/>
            <w:right w:val="single" w:sz="12" w:space="0" w:color="auto"/>
          </w:tcBorders>
        </w:tcPr>
        <w:p w:rsidR="00130574" w:rsidRDefault="00130574">
          <w:pPr>
            <w:pStyle w:val="Zpat"/>
          </w:pPr>
        </w:p>
      </w:tc>
    </w:tr>
  </w:tbl>
  <w:p w:rsidR="00130574" w:rsidRDefault="001305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DBC" w:rsidRDefault="00101DBC">
      <w:r>
        <w:separator/>
      </w:r>
    </w:p>
  </w:footnote>
  <w:footnote w:type="continuationSeparator" w:id="0">
    <w:p w:rsidR="00101DBC" w:rsidRDefault="00101D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ayout w:type="fixed"/>
      <w:tblCellMar>
        <w:left w:w="28" w:type="dxa"/>
        <w:right w:w="28" w:type="dxa"/>
      </w:tblCellMar>
      <w:tblLook w:val="0000"/>
    </w:tblPr>
    <w:tblGrid>
      <w:gridCol w:w="9072"/>
    </w:tblGrid>
    <w:tr w:rsidR="00043D5D">
      <w:trPr>
        <w:cantSplit/>
        <w:trHeight w:val="654"/>
        <w:jc w:val="center"/>
      </w:trPr>
      <w:tc>
        <w:tcPr>
          <w:tcW w:w="9072" w:type="dxa"/>
        </w:tcPr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 xml:space="preserve">Ing. Martin Kohout-IMK projekt; Klínovecká 998; PS 23; 363 01 Ostrov; </w:t>
          </w:r>
        </w:p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>tel. 353821435</w:t>
          </w:r>
        </w:p>
        <w:p w:rsidR="00043D5D" w:rsidRDefault="00043D5D">
          <w:pPr>
            <w:pStyle w:val="Zhlav"/>
            <w:rPr>
              <w:b/>
              <w:i w:val="0"/>
            </w:rPr>
          </w:pPr>
          <w:r>
            <w:rPr>
              <w:b/>
              <w:i w:val="0"/>
            </w:rPr>
            <w:t>e-mail: imk.projekt @ volny.cz</w:t>
          </w:r>
        </w:p>
      </w:tc>
    </w:tr>
  </w:tbl>
  <w:p w:rsidR="00130574" w:rsidRDefault="00130574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40AFA"/>
    <w:multiLevelType w:val="multilevel"/>
    <w:tmpl w:val="4C76A9D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B8A758A"/>
    <w:multiLevelType w:val="hybridMultilevel"/>
    <w:tmpl w:val="0ED2022A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>
    <w:nsid w:val="4CDF47F3"/>
    <w:multiLevelType w:val="hybridMultilevel"/>
    <w:tmpl w:val="E4A41C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173D5D"/>
    <w:multiLevelType w:val="multilevel"/>
    <w:tmpl w:val="4C76A9DE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B93632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0"/>
  <w:printFractionalCharacterWidth/>
  <w:hideSpellingErrors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D5D"/>
    <w:rsid w:val="00013500"/>
    <w:rsid w:val="000164CB"/>
    <w:rsid w:val="00043D5D"/>
    <w:rsid w:val="00094D6A"/>
    <w:rsid w:val="000A1631"/>
    <w:rsid w:val="00101DBC"/>
    <w:rsid w:val="00130574"/>
    <w:rsid w:val="001737FB"/>
    <w:rsid w:val="0018373C"/>
    <w:rsid w:val="00187FE9"/>
    <w:rsid w:val="001D558C"/>
    <w:rsid w:val="00274A70"/>
    <w:rsid w:val="002830BA"/>
    <w:rsid w:val="002E1760"/>
    <w:rsid w:val="002E1762"/>
    <w:rsid w:val="002F1785"/>
    <w:rsid w:val="00344FEA"/>
    <w:rsid w:val="003605B9"/>
    <w:rsid w:val="00362848"/>
    <w:rsid w:val="00426AFE"/>
    <w:rsid w:val="00432E14"/>
    <w:rsid w:val="0047620D"/>
    <w:rsid w:val="004A2DE2"/>
    <w:rsid w:val="004B0C98"/>
    <w:rsid w:val="004C5630"/>
    <w:rsid w:val="00557A10"/>
    <w:rsid w:val="005643A1"/>
    <w:rsid w:val="006B6E41"/>
    <w:rsid w:val="006E6D25"/>
    <w:rsid w:val="00700E2D"/>
    <w:rsid w:val="00746A87"/>
    <w:rsid w:val="008276A6"/>
    <w:rsid w:val="00840DEF"/>
    <w:rsid w:val="00891539"/>
    <w:rsid w:val="008A510F"/>
    <w:rsid w:val="008C6A24"/>
    <w:rsid w:val="008D2EC7"/>
    <w:rsid w:val="00972619"/>
    <w:rsid w:val="009C2744"/>
    <w:rsid w:val="00A22616"/>
    <w:rsid w:val="00A22958"/>
    <w:rsid w:val="00A64023"/>
    <w:rsid w:val="00A66ACF"/>
    <w:rsid w:val="00A76DBB"/>
    <w:rsid w:val="00AA7A2D"/>
    <w:rsid w:val="00B10B03"/>
    <w:rsid w:val="00B168B8"/>
    <w:rsid w:val="00B36E09"/>
    <w:rsid w:val="00B534A1"/>
    <w:rsid w:val="00BA2BE2"/>
    <w:rsid w:val="00BB4314"/>
    <w:rsid w:val="00C76297"/>
    <w:rsid w:val="00D06541"/>
    <w:rsid w:val="00D54B99"/>
    <w:rsid w:val="00D565AF"/>
    <w:rsid w:val="00DB6800"/>
    <w:rsid w:val="00E2151B"/>
    <w:rsid w:val="00EB2D0A"/>
    <w:rsid w:val="00EC4989"/>
    <w:rsid w:val="00EF37CB"/>
    <w:rsid w:val="00F915BC"/>
    <w:rsid w:val="00F979C1"/>
    <w:rsid w:val="00FD1453"/>
    <w:rsid w:val="00FF3F3B"/>
    <w:rsid w:val="00FF5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3D5D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i/>
      <w:color w:val="0070C0"/>
      <w:sz w:val="24"/>
    </w:rPr>
  </w:style>
  <w:style w:type="paragraph" w:styleId="Nadpis1">
    <w:name w:val="heading 1"/>
    <w:basedOn w:val="Normln"/>
    <w:next w:val="Nadpis2"/>
    <w:qFormat/>
    <w:rsid w:val="00EF37CB"/>
    <w:pPr>
      <w:keepNext/>
      <w:spacing w:before="960"/>
      <w:ind w:firstLine="737"/>
      <w:jc w:val="both"/>
      <w:outlineLvl w:val="0"/>
    </w:pPr>
    <w:rPr>
      <w:b/>
      <w:caps/>
      <w:sz w:val="32"/>
    </w:rPr>
  </w:style>
  <w:style w:type="paragraph" w:styleId="Nadpis2">
    <w:name w:val="heading 2"/>
    <w:basedOn w:val="Normln"/>
    <w:next w:val="Nadpis3"/>
    <w:qFormat/>
    <w:rsid w:val="00EF37CB"/>
    <w:pPr>
      <w:keepNext/>
      <w:spacing w:before="240"/>
      <w:ind w:firstLine="737"/>
      <w:jc w:val="both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odsazen"/>
    <w:qFormat/>
    <w:rsid w:val="00EF37CB"/>
    <w:pPr>
      <w:keepNext/>
      <w:spacing w:before="360"/>
      <w:ind w:firstLine="737"/>
      <w:jc w:val="both"/>
      <w:outlineLvl w:val="2"/>
    </w:pPr>
    <w:rPr>
      <w:b/>
      <w:sz w:val="26"/>
    </w:rPr>
  </w:style>
  <w:style w:type="paragraph" w:styleId="Nadpis4">
    <w:name w:val="heading 4"/>
    <w:basedOn w:val="Normln"/>
    <w:next w:val="Normlnodsazen"/>
    <w:qFormat/>
    <w:rsid w:val="00EF37CB"/>
    <w:pPr>
      <w:keepNext/>
      <w:spacing w:before="180"/>
      <w:ind w:left="737"/>
      <w:jc w:val="both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EF37CB"/>
    <w:pPr>
      <w:ind w:left="708"/>
      <w:outlineLvl w:val="4"/>
    </w:pPr>
    <w:rPr>
      <w:b/>
      <w:sz w:val="20"/>
    </w:rPr>
  </w:style>
  <w:style w:type="paragraph" w:styleId="Nadpis6">
    <w:name w:val="heading 6"/>
    <w:basedOn w:val="Normln"/>
    <w:next w:val="Normlnodsazen"/>
    <w:qFormat/>
    <w:rsid w:val="00EF37CB"/>
    <w:pPr>
      <w:ind w:left="708"/>
      <w:outlineLvl w:val="5"/>
    </w:pPr>
    <w:rPr>
      <w:sz w:val="20"/>
      <w:u w:val="single"/>
    </w:rPr>
  </w:style>
  <w:style w:type="paragraph" w:styleId="Nadpis7">
    <w:name w:val="heading 7"/>
    <w:basedOn w:val="Normln"/>
    <w:next w:val="Normlnodsazen"/>
    <w:qFormat/>
    <w:rsid w:val="00EF37CB"/>
    <w:pPr>
      <w:ind w:left="708"/>
      <w:outlineLvl w:val="6"/>
    </w:pPr>
    <w:rPr>
      <w:i w:val="0"/>
      <w:sz w:val="20"/>
    </w:rPr>
  </w:style>
  <w:style w:type="paragraph" w:styleId="Nadpis8">
    <w:name w:val="heading 8"/>
    <w:basedOn w:val="Normln"/>
    <w:next w:val="Normlnodsazen"/>
    <w:qFormat/>
    <w:rsid w:val="00EF37CB"/>
    <w:pPr>
      <w:ind w:left="708"/>
      <w:outlineLvl w:val="7"/>
    </w:pPr>
    <w:rPr>
      <w:i w:val="0"/>
      <w:sz w:val="20"/>
    </w:rPr>
  </w:style>
  <w:style w:type="paragraph" w:styleId="Nadpis9">
    <w:name w:val="heading 9"/>
    <w:basedOn w:val="Normln"/>
    <w:next w:val="Normlnodsazen"/>
    <w:qFormat/>
    <w:rsid w:val="00EF37CB"/>
    <w:pPr>
      <w:ind w:left="708"/>
      <w:outlineLvl w:val="8"/>
    </w:pPr>
    <w:rPr>
      <w:i w:val="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semiHidden/>
    <w:rsid w:val="00EF37CB"/>
    <w:pPr>
      <w:spacing w:before="60"/>
      <w:ind w:firstLine="737"/>
      <w:jc w:val="both"/>
    </w:pPr>
  </w:style>
  <w:style w:type="character" w:styleId="slostrnky">
    <w:name w:val="page number"/>
    <w:basedOn w:val="Standardnpsmoodstavce"/>
    <w:semiHidden/>
    <w:rsid w:val="00EF37CB"/>
  </w:style>
  <w:style w:type="paragraph" w:styleId="Zpat">
    <w:name w:val="footer"/>
    <w:basedOn w:val="Normlnodsazen"/>
    <w:semiHidden/>
    <w:rsid w:val="00EF37CB"/>
    <w:pPr>
      <w:spacing w:before="0"/>
      <w:ind w:firstLine="0"/>
      <w:jc w:val="center"/>
    </w:pPr>
    <w:rPr>
      <w:sz w:val="20"/>
    </w:rPr>
  </w:style>
  <w:style w:type="paragraph" w:styleId="Zhlav">
    <w:name w:val="header"/>
    <w:basedOn w:val="Normln"/>
    <w:link w:val="ZhlavChar"/>
    <w:rsid w:val="00EF37CB"/>
    <w:pPr>
      <w:tabs>
        <w:tab w:val="center" w:pos="4252"/>
        <w:tab w:val="right" w:pos="8504"/>
      </w:tabs>
      <w:jc w:val="center"/>
    </w:pPr>
    <w:rPr>
      <w:sz w:val="20"/>
    </w:rPr>
  </w:style>
  <w:style w:type="character" w:styleId="Znakapoznpodarou">
    <w:name w:val="footnote reference"/>
    <w:basedOn w:val="Standardnpsmoodstavce"/>
    <w:semiHidden/>
    <w:rsid w:val="00EF37CB"/>
    <w:rPr>
      <w:position w:val="6"/>
      <w:sz w:val="16"/>
    </w:rPr>
  </w:style>
  <w:style w:type="paragraph" w:styleId="Textpoznpodarou">
    <w:name w:val="footnote text"/>
    <w:basedOn w:val="Normln"/>
    <w:semiHidden/>
    <w:rsid w:val="00EF37CB"/>
    <w:rPr>
      <w:sz w:val="20"/>
    </w:rPr>
  </w:style>
  <w:style w:type="paragraph" w:customStyle="1" w:styleId="titulnstrana00">
    <w:name w:val="titulní strana 00"/>
    <w:basedOn w:val="titulnstrana0"/>
    <w:rsid w:val="00EF37CB"/>
    <w:pPr>
      <w:spacing w:before="0"/>
      <w:ind w:right="567"/>
    </w:pPr>
    <w:rPr>
      <w:sz w:val="24"/>
    </w:rPr>
  </w:style>
  <w:style w:type="paragraph" w:customStyle="1" w:styleId="titulnstrana0">
    <w:name w:val="titulní strana 0"/>
    <w:basedOn w:val="Normln"/>
    <w:next w:val="titulnstrana00"/>
    <w:rsid w:val="00EF37CB"/>
    <w:pPr>
      <w:spacing w:before="120"/>
      <w:ind w:right="284"/>
      <w:jc w:val="right"/>
    </w:pPr>
    <w:rPr>
      <w:sz w:val="26"/>
    </w:rPr>
  </w:style>
  <w:style w:type="paragraph" w:customStyle="1" w:styleId="titulnstrana1">
    <w:name w:val="titulní strana 1"/>
    <w:basedOn w:val="Normln"/>
    <w:next w:val="titulnstrana2"/>
    <w:rsid w:val="00EF37CB"/>
    <w:pPr>
      <w:keepNext/>
      <w:keepLines/>
      <w:spacing w:before="2640"/>
      <w:jc w:val="center"/>
    </w:pPr>
    <w:rPr>
      <w:caps/>
      <w:sz w:val="48"/>
    </w:rPr>
  </w:style>
  <w:style w:type="paragraph" w:customStyle="1" w:styleId="titulnstrana2">
    <w:name w:val="titulní strana 2"/>
    <w:basedOn w:val="titulnstrana1"/>
    <w:next w:val="titulnstrana3"/>
    <w:rsid w:val="00EF37CB"/>
    <w:pPr>
      <w:spacing w:before="240"/>
    </w:pPr>
    <w:rPr>
      <w:b/>
      <w:sz w:val="34"/>
    </w:rPr>
  </w:style>
  <w:style w:type="paragraph" w:customStyle="1" w:styleId="titulnstrana3">
    <w:name w:val="titulní strana 3"/>
    <w:basedOn w:val="titulnstrana2"/>
    <w:next w:val="Normln"/>
    <w:rsid w:val="00EF37CB"/>
    <w:pPr>
      <w:spacing w:before="120"/>
    </w:pPr>
    <w:rPr>
      <w:b w:val="0"/>
      <w:caps w:val="0"/>
      <w:sz w:val="30"/>
    </w:rPr>
  </w:style>
  <w:style w:type="character" w:customStyle="1" w:styleId="ZhlavChar">
    <w:name w:val="Záhlaví Char"/>
    <w:basedOn w:val="Standardnpsmoodstavce"/>
    <w:link w:val="Zhlav"/>
    <w:rsid w:val="00557A10"/>
    <w:rPr>
      <w:rFonts w:ascii="Bookman Old Style" w:hAnsi="Bookman Old Style"/>
      <w:i/>
    </w:rPr>
  </w:style>
  <w:style w:type="paragraph" w:styleId="Odstavecseseznamem">
    <w:name w:val="List Paragraph"/>
    <w:basedOn w:val="Normln"/>
    <w:uiPriority w:val="34"/>
    <w:qFormat/>
    <w:rsid w:val="00E2151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IMK projekt Ostrov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IMK</dc:creator>
  <cp:keywords/>
  <dc:description/>
  <cp:lastModifiedBy>Alena Kuželová</cp:lastModifiedBy>
  <cp:revision>14</cp:revision>
  <cp:lastPrinted>2016-02-02T14:19:00Z</cp:lastPrinted>
  <dcterms:created xsi:type="dcterms:W3CDTF">2014-03-11T15:27:00Z</dcterms:created>
  <dcterms:modified xsi:type="dcterms:W3CDTF">2016-02-02T14:19:00Z</dcterms:modified>
</cp:coreProperties>
</file>